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75F" w:rsidRPr="00565C74" w:rsidRDefault="00F51CD5">
      <w:pPr>
        <w:rPr>
          <w:sz w:val="28"/>
        </w:rPr>
      </w:pPr>
      <w:r w:rsidRPr="00565C74">
        <w:rPr>
          <w:sz w:val="28"/>
        </w:rPr>
        <w:t>Schön, dass Sie die Datei gefunden haben.</w:t>
      </w:r>
    </w:p>
    <w:p w:rsidR="00F51CD5" w:rsidRPr="00565C74" w:rsidRDefault="00F51CD5">
      <w:pPr>
        <w:rPr>
          <w:sz w:val="28"/>
        </w:rPr>
      </w:pPr>
      <w:r w:rsidRPr="00565C74">
        <w:rPr>
          <w:sz w:val="28"/>
        </w:rPr>
        <w:t>Bitte schließen Sie das Dokument.</w:t>
      </w:r>
      <w:bookmarkStart w:id="0" w:name="_GoBack"/>
      <w:bookmarkEnd w:id="0"/>
    </w:p>
    <w:sectPr w:rsidR="00F51CD5" w:rsidRPr="00565C74" w:rsidSect="00E467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1CD5"/>
    <w:rsid w:val="0019605A"/>
    <w:rsid w:val="001B1665"/>
    <w:rsid w:val="002E65A6"/>
    <w:rsid w:val="003D6A53"/>
    <w:rsid w:val="004A2829"/>
    <w:rsid w:val="00551A3F"/>
    <w:rsid w:val="00565C74"/>
    <w:rsid w:val="00650C2F"/>
    <w:rsid w:val="00856525"/>
    <w:rsid w:val="00910D1B"/>
    <w:rsid w:val="00957728"/>
    <w:rsid w:val="009867A5"/>
    <w:rsid w:val="00D77B6F"/>
    <w:rsid w:val="00E370BC"/>
    <w:rsid w:val="00E41310"/>
    <w:rsid w:val="00E4675F"/>
    <w:rsid w:val="00F51CD5"/>
    <w:rsid w:val="00FB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467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ALGE Training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ALGE</dc:creator>
  <cp:lastModifiedBy>ALGE</cp:lastModifiedBy>
  <cp:revision>3</cp:revision>
  <dcterms:created xsi:type="dcterms:W3CDTF">2009-09-30T14:13:00Z</dcterms:created>
  <dcterms:modified xsi:type="dcterms:W3CDTF">2012-11-27T08:10:00Z</dcterms:modified>
</cp:coreProperties>
</file>